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924F82D-89DC-435D-BE22-E236A5F78CC4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